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035EC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035ECD">
              <w:rPr>
                <w:rFonts w:ascii="Calibri" w:hAnsi="Calibri"/>
              </w:rPr>
              <w:t>ARM</w:t>
            </w:r>
            <w:r w:rsidR="00035ECD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035ECD" w:rsidP="00A910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ARM6-</w:t>
            </w:r>
            <w:r w:rsidR="00A91071">
              <w:rPr>
                <w:rFonts w:ascii="Calibri" w:hAnsi="Calibri"/>
              </w:rPr>
              <w:t>12.1.12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035EC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035ECD">
              <w:rPr>
                <w:rFonts w:ascii="Calibri" w:hAnsi="Calibri"/>
              </w:rPr>
              <w:t xml:space="preserve">ENG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035ECD" w:rsidP="00A910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A91071">
              <w:rPr>
                <w:rFonts w:ascii="Calibri" w:hAnsi="Calibri"/>
              </w:rPr>
              <w:t>8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April</w:t>
            </w:r>
            <w:r w:rsidR="00452B01"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035ECD" w:rsidRDefault="00DA25D8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ARM</w:t>
      </w:r>
      <w:r w:rsidR="00035ECD">
        <w:rPr>
          <w:sz w:val="22"/>
          <w:szCs w:val="22"/>
        </w:rPr>
        <w:t xml:space="preserve"> Committee, during ARM6 meeting, reviewed the liaison note </w:t>
      </w:r>
      <w:r w:rsidR="00F76FD6">
        <w:rPr>
          <w:sz w:val="22"/>
          <w:szCs w:val="22"/>
        </w:rPr>
        <w:t>from</w:t>
      </w:r>
      <w:r w:rsidR="00035ECD">
        <w:rPr>
          <w:sz w:val="22"/>
          <w:szCs w:val="22"/>
        </w:rPr>
        <w:t xml:space="preserve"> ENG6 on the recommendation for the marking of Mobile AtoN and </w:t>
      </w:r>
      <w:r w:rsidR="00F76FD6">
        <w:rPr>
          <w:sz w:val="22"/>
          <w:szCs w:val="22"/>
        </w:rPr>
        <w:t>has</w:t>
      </w:r>
      <w:r w:rsidR="00035ECD">
        <w:rPr>
          <w:sz w:val="22"/>
          <w:szCs w:val="22"/>
        </w:rPr>
        <w:t xml:space="preserve"> considered the following:</w:t>
      </w:r>
    </w:p>
    <w:p w:rsidR="00035ECD" w:rsidRDefault="00035ECD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ARM agree with </w:t>
      </w:r>
      <w:r w:rsidR="00DA25D8">
        <w:rPr>
          <w:sz w:val="22"/>
          <w:szCs w:val="22"/>
        </w:rPr>
        <w:t>ENAV, in their liaison note from ENAV20,</w:t>
      </w:r>
      <w:r>
        <w:rPr>
          <w:sz w:val="22"/>
          <w:szCs w:val="22"/>
        </w:rPr>
        <w:t xml:space="preserve"> in that the use of </w:t>
      </w:r>
      <w:r w:rsidRPr="0003525D">
        <w:rPr>
          <w:sz w:val="22"/>
          <w:szCs w:val="22"/>
        </w:rPr>
        <w:t>a specific and distinctive light character for the special mark would be extremely beneficial.</w:t>
      </w:r>
    </w:p>
    <w:p w:rsidR="00035ECD" w:rsidRDefault="00035ECD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Blue and yellow light characters may be confusing to a mariner because they do not indica</w:t>
      </w:r>
      <w:r w:rsidR="00DA25D8">
        <w:rPr>
          <w:sz w:val="22"/>
          <w:szCs w:val="22"/>
        </w:rPr>
        <w:t xml:space="preserve">te a moving AtoN, but rather a wreck. </w:t>
      </w:r>
      <w:r>
        <w:rPr>
          <w:sz w:val="22"/>
          <w:szCs w:val="22"/>
        </w:rPr>
        <w:t xml:space="preserve"> </w:t>
      </w:r>
    </w:p>
    <w:p w:rsidR="00035ECD" w:rsidRDefault="00DA25D8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The use of blue lights is not permitted </w:t>
      </w:r>
      <w:r w:rsidR="00C317B5">
        <w:rPr>
          <w:sz w:val="22"/>
          <w:szCs w:val="22"/>
        </w:rPr>
        <w:t>by</w:t>
      </w:r>
      <w:r>
        <w:rPr>
          <w:sz w:val="22"/>
          <w:szCs w:val="22"/>
        </w:rPr>
        <w:t xml:space="preserve"> </w:t>
      </w:r>
      <w:r w:rsidR="00BC2087">
        <w:rPr>
          <w:sz w:val="22"/>
          <w:szCs w:val="22"/>
        </w:rPr>
        <w:t>some authorities</w:t>
      </w:r>
      <w:r>
        <w:rPr>
          <w:sz w:val="22"/>
          <w:szCs w:val="22"/>
        </w:rPr>
        <w:t xml:space="preserve">. </w:t>
      </w:r>
    </w:p>
    <w:p w:rsidR="00F76FD6" w:rsidRDefault="00F76FD6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A new and unique special mark character possibly incorporating a distinctive / conspicuous (strobe?) element is necessary.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DA25D8">
        <w:rPr>
          <w:lang w:val="en-US"/>
        </w:rPr>
        <w:t xml:space="preserve">requests that further options are suggested as a means for marking a Mobile AtoN. 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A51C82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A51C82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D41" w:rsidRDefault="002A6D41" w:rsidP="00002906">
      <w:r>
        <w:separator/>
      </w:r>
    </w:p>
  </w:endnote>
  <w:endnote w:type="continuationSeparator" w:id="0">
    <w:p w:rsidR="002A6D41" w:rsidRDefault="002A6D4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A91071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D41" w:rsidRDefault="002A6D41" w:rsidP="00002906">
      <w:r>
        <w:separator/>
      </w:r>
    </w:p>
  </w:footnote>
  <w:footnote w:type="continuationSeparator" w:id="0">
    <w:p w:rsidR="002A6D41" w:rsidRDefault="002A6D4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41768D">
    <w:pPr>
      <w:pStyle w:val="Header"/>
    </w:pPr>
    <w:r>
      <w:rPr>
        <w:noProof/>
        <w:lang w:val="en-GB" w:eastAsia="en-GB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486275"/>
    <w:multiLevelType w:val="hybridMultilevel"/>
    <w:tmpl w:val="E1565BE0"/>
    <w:lvl w:ilvl="0" w:tplc="9D9CF774">
      <w:start w:val="26"/>
      <w:numFmt w:val="bullet"/>
      <w:lvlText w:val="-"/>
      <w:lvlJc w:val="left"/>
      <w:pPr>
        <w:ind w:left="927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6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5ECD"/>
    <w:rsid w:val="00036801"/>
    <w:rsid w:val="00050DA7"/>
    <w:rsid w:val="00073774"/>
    <w:rsid w:val="00076508"/>
    <w:rsid w:val="000A5A01"/>
    <w:rsid w:val="00135447"/>
    <w:rsid w:val="00142D40"/>
    <w:rsid w:val="00152273"/>
    <w:rsid w:val="001A654A"/>
    <w:rsid w:val="001C74CF"/>
    <w:rsid w:val="002A6D41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4D7ED9"/>
    <w:rsid w:val="0052523B"/>
    <w:rsid w:val="005B2F10"/>
    <w:rsid w:val="005D05AC"/>
    <w:rsid w:val="00630F7F"/>
    <w:rsid w:val="0064435F"/>
    <w:rsid w:val="006D470F"/>
    <w:rsid w:val="00727E88"/>
    <w:rsid w:val="00757A15"/>
    <w:rsid w:val="00775878"/>
    <w:rsid w:val="0080092C"/>
    <w:rsid w:val="00872453"/>
    <w:rsid w:val="008F13DD"/>
    <w:rsid w:val="008F6C22"/>
    <w:rsid w:val="00902AA4"/>
    <w:rsid w:val="009922CA"/>
    <w:rsid w:val="009B4BD1"/>
    <w:rsid w:val="009F3B6C"/>
    <w:rsid w:val="009F5C36"/>
    <w:rsid w:val="00A16CE4"/>
    <w:rsid w:val="00A27F12"/>
    <w:rsid w:val="00A30579"/>
    <w:rsid w:val="00A36252"/>
    <w:rsid w:val="00A51C82"/>
    <w:rsid w:val="00A7633D"/>
    <w:rsid w:val="00A91071"/>
    <w:rsid w:val="00AA76C0"/>
    <w:rsid w:val="00AD6ECA"/>
    <w:rsid w:val="00B077EC"/>
    <w:rsid w:val="00B15B24"/>
    <w:rsid w:val="00B428DA"/>
    <w:rsid w:val="00B8247E"/>
    <w:rsid w:val="00BA4742"/>
    <w:rsid w:val="00BC2087"/>
    <w:rsid w:val="00BE56DF"/>
    <w:rsid w:val="00BF3FA8"/>
    <w:rsid w:val="00C018A6"/>
    <w:rsid w:val="00C25857"/>
    <w:rsid w:val="00C317B5"/>
    <w:rsid w:val="00CA04AF"/>
    <w:rsid w:val="00CA67DA"/>
    <w:rsid w:val="00CF1624"/>
    <w:rsid w:val="00CF3661"/>
    <w:rsid w:val="00CF4F9D"/>
    <w:rsid w:val="00DA25D8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76FD6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7</cp:revision>
  <cp:lastPrinted>2006-10-19T10:49:00Z</cp:lastPrinted>
  <dcterms:created xsi:type="dcterms:W3CDTF">2017-04-26T16:41:00Z</dcterms:created>
  <dcterms:modified xsi:type="dcterms:W3CDTF">2017-04-28T03:22:00Z</dcterms:modified>
</cp:coreProperties>
</file>